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40" w:rsidRPr="00036BA3" w:rsidRDefault="00545840" w:rsidP="00732E22">
      <w:pPr>
        <w:jc w:val="center"/>
        <w:rPr>
          <w:rFonts w:ascii="Times New Roman" w:hAnsi="Times New Roman"/>
          <w:b/>
        </w:rPr>
      </w:pPr>
      <w:r w:rsidRPr="00036BA3">
        <w:rPr>
          <w:rFonts w:ascii="Times New Roman" w:hAnsi="Times New Roman"/>
          <w:b/>
        </w:rPr>
        <w:t xml:space="preserve">   Олимпиада по русскому языку в 9 классе</w:t>
      </w:r>
    </w:p>
    <w:p w:rsidR="00545840" w:rsidRPr="00036BA3" w:rsidRDefault="00545840" w:rsidP="00732E22">
      <w:pPr>
        <w:jc w:val="center"/>
        <w:rPr>
          <w:rFonts w:ascii="Times New Roman" w:hAnsi="Times New Roman"/>
          <w:b/>
        </w:rPr>
      </w:pPr>
      <w:r w:rsidRPr="00036BA3">
        <w:rPr>
          <w:rFonts w:ascii="Times New Roman" w:hAnsi="Times New Roman"/>
          <w:b/>
        </w:rPr>
        <w:t>(школьный этап)</w:t>
      </w:r>
    </w:p>
    <w:p w:rsidR="00545840" w:rsidRPr="00732E22" w:rsidRDefault="00545840" w:rsidP="00732E22">
      <w:pPr>
        <w:jc w:val="center"/>
        <w:rPr>
          <w:rFonts w:ascii="Times New Roman" w:hAnsi="Times New Roman"/>
          <w:b/>
          <w:sz w:val="32"/>
          <w:szCs w:val="32"/>
        </w:rPr>
      </w:pPr>
      <w:r w:rsidRPr="00036BA3">
        <w:rPr>
          <w:rFonts w:ascii="Times New Roman" w:hAnsi="Times New Roman"/>
          <w:b/>
        </w:rPr>
        <w:t>2020-2021 учебный год</w:t>
      </w:r>
    </w:p>
    <w:p w:rsidR="00545840" w:rsidRPr="00036BA3" w:rsidRDefault="00545840" w:rsidP="00732E22">
      <w:pPr>
        <w:jc w:val="right"/>
        <w:rPr>
          <w:rFonts w:ascii="Times New Roman" w:hAnsi="Times New Roman"/>
          <w:sz w:val="20"/>
          <w:szCs w:val="20"/>
        </w:rPr>
      </w:pPr>
      <w:r w:rsidRPr="00036BA3">
        <w:rPr>
          <w:rFonts w:ascii="Times New Roman" w:hAnsi="Times New Roman"/>
          <w:sz w:val="20"/>
          <w:szCs w:val="20"/>
        </w:rPr>
        <w:t>Время выполнения работы- 2часа</w:t>
      </w:r>
    </w:p>
    <w:p w:rsidR="00545840" w:rsidRDefault="00545840" w:rsidP="00732E22">
      <w:pPr>
        <w:pStyle w:val="NormalWeb"/>
        <w:rPr>
          <w:b/>
          <w:bCs/>
          <w:sz w:val="28"/>
          <w:szCs w:val="28"/>
        </w:rPr>
      </w:pPr>
      <w:r w:rsidRPr="00732E22">
        <w:rPr>
          <w:b/>
          <w:bCs/>
          <w:sz w:val="28"/>
          <w:szCs w:val="28"/>
        </w:rPr>
        <w:t xml:space="preserve">Задание 1. </w:t>
      </w:r>
      <w:r w:rsidRPr="00732E22">
        <w:rPr>
          <w:i/>
          <w:iCs/>
          <w:sz w:val="28"/>
          <w:szCs w:val="28"/>
        </w:rPr>
        <w:t>(6 баллов)</w:t>
      </w:r>
      <w:r w:rsidRPr="00732E22">
        <w:rPr>
          <w:b/>
          <w:bCs/>
          <w:sz w:val="28"/>
          <w:szCs w:val="28"/>
        </w:rPr>
        <w:t xml:space="preserve"> </w:t>
      </w:r>
    </w:p>
    <w:p w:rsidR="00545840" w:rsidRPr="00732E22" w:rsidRDefault="00545840" w:rsidP="00732E22">
      <w:pPr>
        <w:pStyle w:val="NormalWeb"/>
        <w:rPr>
          <w:b/>
          <w:sz w:val="28"/>
          <w:szCs w:val="28"/>
        </w:rPr>
      </w:pPr>
      <w:r w:rsidRPr="00732E22">
        <w:rPr>
          <w:b/>
          <w:sz w:val="28"/>
          <w:szCs w:val="28"/>
        </w:rPr>
        <w:t>Выпишите слово (слова), в котором (в которых) букв больше, чем звуков. Обоснуйте ответ.</w:t>
      </w:r>
    </w:p>
    <w:p w:rsidR="00545840" w:rsidRPr="00732E22" w:rsidRDefault="00545840" w:rsidP="00732E22">
      <w:pPr>
        <w:pStyle w:val="NormalWeb"/>
        <w:rPr>
          <w:sz w:val="28"/>
          <w:szCs w:val="28"/>
        </w:rPr>
      </w:pPr>
      <w:r w:rsidRPr="00732E22">
        <w:rPr>
          <w:sz w:val="28"/>
          <w:szCs w:val="28"/>
        </w:rPr>
        <w:t>Досчитать</w:t>
      </w:r>
      <w:r w:rsidRPr="00732E22">
        <w:rPr>
          <w:i/>
          <w:iCs/>
          <w:sz w:val="28"/>
          <w:szCs w:val="28"/>
        </w:rPr>
        <w:t xml:space="preserve">, </w:t>
      </w:r>
      <w:r w:rsidRPr="00732E22">
        <w:rPr>
          <w:sz w:val="28"/>
          <w:szCs w:val="28"/>
        </w:rPr>
        <w:t>брызжет</w:t>
      </w:r>
      <w:r w:rsidRPr="00732E22">
        <w:rPr>
          <w:i/>
          <w:iCs/>
          <w:sz w:val="28"/>
          <w:szCs w:val="28"/>
        </w:rPr>
        <w:t xml:space="preserve">, </w:t>
      </w:r>
      <w:r w:rsidRPr="00732E22">
        <w:rPr>
          <w:sz w:val="28"/>
          <w:szCs w:val="28"/>
        </w:rPr>
        <w:t>выявляющий</w:t>
      </w:r>
      <w:r w:rsidRPr="00732E22">
        <w:rPr>
          <w:i/>
          <w:iCs/>
          <w:sz w:val="28"/>
          <w:szCs w:val="28"/>
        </w:rPr>
        <w:t xml:space="preserve">, </w:t>
      </w:r>
      <w:r w:rsidRPr="00732E22">
        <w:rPr>
          <w:sz w:val="28"/>
          <w:szCs w:val="28"/>
        </w:rPr>
        <w:t>французский</w:t>
      </w:r>
      <w:r w:rsidRPr="00732E22">
        <w:rPr>
          <w:i/>
          <w:iCs/>
          <w:sz w:val="28"/>
          <w:szCs w:val="28"/>
        </w:rPr>
        <w:t xml:space="preserve">, </w:t>
      </w:r>
      <w:r w:rsidRPr="00732E22">
        <w:rPr>
          <w:sz w:val="28"/>
          <w:szCs w:val="28"/>
        </w:rPr>
        <w:t>разъезжающий</w:t>
      </w:r>
      <w:r w:rsidRPr="00732E22">
        <w:rPr>
          <w:i/>
          <w:iCs/>
          <w:sz w:val="28"/>
          <w:szCs w:val="28"/>
        </w:rPr>
        <w:t xml:space="preserve">, </w:t>
      </w:r>
      <w:r w:rsidRPr="00732E22">
        <w:rPr>
          <w:sz w:val="28"/>
          <w:szCs w:val="28"/>
        </w:rPr>
        <w:t>паяльник</w:t>
      </w:r>
      <w:r w:rsidRPr="00732E22">
        <w:rPr>
          <w:i/>
          <w:iCs/>
          <w:sz w:val="28"/>
          <w:szCs w:val="28"/>
        </w:rPr>
        <w:t xml:space="preserve">, </w:t>
      </w:r>
      <w:r w:rsidRPr="00732E22">
        <w:rPr>
          <w:sz w:val="28"/>
          <w:szCs w:val="28"/>
        </w:rPr>
        <w:t>уясняя.</w:t>
      </w:r>
    </w:p>
    <w:p w:rsidR="00545840" w:rsidRPr="00771C37" w:rsidRDefault="00545840" w:rsidP="00862517">
      <w:pPr>
        <w:pStyle w:val="c1"/>
        <w:rPr>
          <w:sz w:val="28"/>
          <w:szCs w:val="28"/>
        </w:rPr>
      </w:pPr>
      <w:r w:rsidRPr="00862517">
        <w:rPr>
          <w:b/>
          <w:sz w:val="28"/>
          <w:szCs w:val="28"/>
        </w:rPr>
        <w:t>Задание 2</w:t>
      </w:r>
      <w:r>
        <w:rPr>
          <w:b/>
          <w:sz w:val="28"/>
          <w:szCs w:val="28"/>
        </w:rPr>
        <w:t>.</w:t>
      </w:r>
      <w:r w:rsidRPr="00771C37">
        <w:rPr>
          <w:sz w:val="28"/>
          <w:szCs w:val="28"/>
        </w:rPr>
        <w:t xml:space="preserve"> </w:t>
      </w:r>
      <w:r w:rsidRPr="00862517">
        <w:rPr>
          <w:i/>
          <w:sz w:val="28"/>
          <w:szCs w:val="28"/>
        </w:rPr>
        <w:t>(10баллов)</w:t>
      </w:r>
    </w:p>
    <w:p w:rsidR="00545840" w:rsidRDefault="00545840" w:rsidP="00862517">
      <w:pPr>
        <w:pStyle w:val="c1"/>
        <w:rPr>
          <w:b/>
          <w:sz w:val="28"/>
          <w:szCs w:val="28"/>
        </w:rPr>
      </w:pPr>
      <w:r w:rsidRPr="00862517">
        <w:rPr>
          <w:b/>
          <w:sz w:val="28"/>
          <w:szCs w:val="28"/>
        </w:rPr>
        <w:t>Расставьте ударение в словах:</w:t>
      </w:r>
    </w:p>
    <w:p w:rsidR="00545840" w:rsidRPr="00862517" w:rsidRDefault="00545840" w:rsidP="00862517">
      <w:pPr>
        <w:pStyle w:val="c1"/>
        <w:rPr>
          <w:b/>
          <w:sz w:val="28"/>
          <w:szCs w:val="28"/>
        </w:rPr>
      </w:pPr>
      <w:r w:rsidRPr="00771C37">
        <w:rPr>
          <w:sz w:val="28"/>
          <w:szCs w:val="28"/>
        </w:rPr>
        <w:t>Балованный, вероисповедание, воспринять, иконопись, каталог, пережитое, приданое, свекла, сливовый, украинский, ходатайство, апостроф, опошлить, облегчить, намерение, завидно, еретик, петелька, кухонный, цемент.</w:t>
      </w:r>
    </w:p>
    <w:p w:rsidR="00545840" w:rsidRDefault="00545840" w:rsidP="00862517">
      <w:pPr>
        <w:pStyle w:val="c1"/>
      </w:pPr>
      <w:r w:rsidRPr="00862517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 xml:space="preserve"> </w:t>
      </w:r>
      <w:r w:rsidRPr="0086251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862517">
        <w:rPr>
          <w:b/>
          <w:sz w:val="28"/>
          <w:szCs w:val="28"/>
        </w:rPr>
        <w:t xml:space="preserve"> </w:t>
      </w:r>
      <w:r w:rsidRPr="00862517">
        <w:rPr>
          <w:i/>
          <w:sz w:val="28"/>
          <w:szCs w:val="28"/>
        </w:rPr>
        <w:t>(4балла)</w:t>
      </w:r>
    </w:p>
    <w:p w:rsidR="00545840" w:rsidRPr="00862517" w:rsidRDefault="00545840" w:rsidP="00862517">
      <w:pPr>
        <w:pStyle w:val="c1"/>
        <w:rPr>
          <w:sz w:val="28"/>
          <w:szCs w:val="28"/>
        </w:rPr>
      </w:pPr>
      <w:r w:rsidRPr="00862517">
        <w:rPr>
          <w:sz w:val="28"/>
          <w:szCs w:val="28"/>
        </w:rPr>
        <w:t>Поспорили две ученицы:</w:t>
      </w:r>
    </w:p>
    <w:p w:rsidR="00545840" w:rsidRPr="00862517" w:rsidRDefault="00545840" w:rsidP="00862517">
      <w:pPr>
        <w:pStyle w:val="c1"/>
        <w:rPr>
          <w:sz w:val="28"/>
          <w:szCs w:val="28"/>
        </w:rPr>
      </w:pPr>
      <w:r w:rsidRPr="00862517">
        <w:rPr>
          <w:sz w:val="28"/>
          <w:szCs w:val="28"/>
        </w:rPr>
        <w:t xml:space="preserve">- Глагол </w:t>
      </w:r>
      <w:r w:rsidRPr="00862517">
        <w:rPr>
          <w:rStyle w:val="c4"/>
          <w:sz w:val="28"/>
          <w:szCs w:val="28"/>
        </w:rPr>
        <w:t>говорите</w:t>
      </w:r>
      <w:r w:rsidRPr="00862517">
        <w:rPr>
          <w:sz w:val="28"/>
          <w:szCs w:val="28"/>
        </w:rPr>
        <w:t> изъявительного наклонения,- утверждала одна.</w:t>
      </w:r>
    </w:p>
    <w:p w:rsidR="00545840" w:rsidRPr="00862517" w:rsidRDefault="00545840" w:rsidP="00862517">
      <w:pPr>
        <w:pStyle w:val="c1"/>
        <w:rPr>
          <w:sz w:val="28"/>
          <w:szCs w:val="28"/>
        </w:rPr>
      </w:pPr>
      <w:r w:rsidRPr="00862517">
        <w:rPr>
          <w:sz w:val="28"/>
          <w:szCs w:val="28"/>
        </w:rPr>
        <w:t>- Нет, повелительного наклонения,- не соглашалась вторая.</w:t>
      </w:r>
    </w:p>
    <w:p w:rsidR="00545840" w:rsidRDefault="00545840" w:rsidP="00862517">
      <w:pPr>
        <w:pStyle w:val="c1"/>
        <w:rPr>
          <w:sz w:val="28"/>
          <w:szCs w:val="28"/>
        </w:rPr>
      </w:pPr>
      <w:r>
        <w:rPr>
          <w:sz w:val="28"/>
          <w:szCs w:val="28"/>
        </w:rPr>
        <w:t>Кто из учениц ответил верно? Обоснуйте ответ.</w:t>
      </w:r>
    </w:p>
    <w:p w:rsidR="00545840" w:rsidRPr="00CC4179" w:rsidRDefault="00545840" w:rsidP="00CC4179">
      <w:pPr>
        <w:pStyle w:val="c1"/>
        <w:rPr>
          <w:b/>
          <w:sz w:val="28"/>
          <w:szCs w:val="28"/>
        </w:rPr>
      </w:pPr>
      <w:r w:rsidRPr="00CC4179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 </w:t>
      </w:r>
      <w:r w:rsidRPr="00CC417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CC4179">
        <w:rPr>
          <w:b/>
          <w:sz w:val="28"/>
          <w:szCs w:val="28"/>
        </w:rPr>
        <w:t xml:space="preserve"> </w:t>
      </w:r>
      <w:r w:rsidRPr="00CC4179">
        <w:rPr>
          <w:i/>
          <w:sz w:val="28"/>
          <w:szCs w:val="28"/>
        </w:rPr>
        <w:t>(3балла)</w:t>
      </w:r>
    </w:p>
    <w:p w:rsidR="00545840" w:rsidRPr="00CC4179" w:rsidRDefault="00545840" w:rsidP="00CC4179">
      <w:pPr>
        <w:pStyle w:val="c1"/>
        <w:rPr>
          <w:sz w:val="28"/>
          <w:szCs w:val="28"/>
        </w:rPr>
      </w:pPr>
      <w:r w:rsidRPr="00CC4179">
        <w:rPr>
          <w:sz w:val="28"/>
          <w:szCs w:val="28"/>
        </w:rPr>
        <w:t>Восстановите словообразовательное гнездо, определив начальное слово и дальнейшее образование новых слов.</w:t>
      </w:r>
    </w:p>
    <w:p w:rsidR="00545840" w:rsidRDefault="00545840" w:rsidP="00CC4179">
      <w:pPr>
        <w:pStyle w:val="c1"/>
        <w:rPr>
          <w:sz w:val="28"/>
          <w:szCs w:val="28"/>
        </w:rPr>
      </w:pPr>
      <w:r w:rsidRPr="00CC4179">
        <w:rPr>
          <w:sz w:val="28"/>
          <w:szCs w:val="28"/>
        </w:rPr>
        <w:t>Ночник, ночка, заночевать, ночь, ночной, ночевать, ночёвка,  переночевать.</w:t>
      </w:r>
    </w:p>
    <w:p w:rsidR="00545840" w:rsidRPr="00B769BC" w:rsidRDefault="00545840" w:rsidP="00CC4179">
      <w:pPr>
        <w:pStyle w:val="c1"/>
        <w:rPr>
          <w:sz w:val="28"/>
          <w:szCs w:val="28"/>
        </w:rPr>
      </w:pPr>
      <w:r w:rsidRPr="00B769BC">
        <w:rPr>
          <w:sz w:val="28"/>
          <w:szCs w:val="28"/>
        </w:rPr>
        <w:t> </w:t>
      </w:r>
      <w:r w:rsidRPr="00CC4179">
        <w:rPr>
          <w:b/>
          <w:sz w:val="28"/>
          <w:szCs w:val="28"/>
        </w:rPr>
        <w:t>Задание 5</w:t>
      </w:r>
      <w:r w:rsidRPr="00CC4179">
        <w:rPr>
          <w:b/>
          <w:i/>
          <w:sz w:val="28"/>
          <w:szCs w:val="28"/>
        </w:rPr>
        <w:t>.</w:t>
      </w:r>
      <w:r w:rsidRPr="00CC4179">
        <w:rPr>
          <w:i/>
          <w:sz w:val="28"/>
          <w:szCs w:val="28"/>
        </w:rPr>
        <w:t xml:space="preserve"> (10 баллов)</w:t>
      </w:r>
    </w:p>
    <w:p w:rsidR="00545840" w:rsidRPr="00B769BC" w:rsidRDefault="00545840" w:rsidP="00CC4179">
      <w:pPr>
        <w:pStyle w:val="c1"/>
        <w:rPr>
          <w:sz w:val="28"/>
          <w:szCs w:val="28"/>
        </w:rPr>
      </w:pPr>
      <w:r w:rsidRPr="00B769BC">
        <w:rPr>
          <w:sz w:val="28"/>
          <w:szCs w:val="28"/>
        </w:rPr>
        <w:t>Вспомните и составьте по двум данным словам пословицы и поговорки:</w:t>
      </w:r>
    </w:p>
    <w:p w:rsidR="00545840" w:rsidRPr="00B769BC" w:rsidRDefault="00545840" w:rsidP="00CC4179">
      <w:pPr>
        <w:pStyle w:val="c1"/>
        <w:rPr>
          <w:sz w:val="28"/>
          <w:szCs w:val="28"/>
        </w:rPr>
      </w:pPr>
      <w:r w:rsidRPr="00B769BC">
        <w:rPr>
          <w:sz w:val="28"/>
          <w:szCs w:val="28"/>
        </w:rPr>
        <w:t>Коса- камень, брод- вода, свет- тьма, перья- уменье, лес- щепка, шило- мешок, журавль – синица, слово- воробей, серо- бело, глаза- рука.</w:t>
      </w:r>
    </w:p>
    <w:p w:rsidR="00545840" w:rsidRDefault="00545840" w:rsidP="00CC4179">
      <w:pPr>
        <w:pStyle w:val="c1"/>
        <w:rPr>
          <w:b/>
          <w:sz w:val="28"/>
          <w:szCs w:val="28"/>
        </w:rPr>
      </w:pPr>
    </w:p>
    <w:p w:rsidR="00545840" w:rsidRDefault="00545840" w:rsidP="00CC4179">
      <w:pPr>
        <w:pStyle w:val="c1"/>
        <w:rPr>
          <w:b/>
          <w:sz w:val="28"/>
          <w:szCs w:val="28"/>
        </w:rPr>
      </w:pPr>
    </w:p>
    <w:p w:rsidR="00545840" w:rsidRDefault="00545840" w:rsidP="00CC4179">
      <w:pPr>
        <w:pStyle w:val="c1"/>
        <w:rPr>
          <w:b/>
          <w:sz w:val="28"/>
          <w:szCs w:val="28"/>
        </w:rPr>
      </w:pPr>
    </w:p>
    <w:p w:rsidR="00545840" w:rsidRDefault="00545840" w:rsidP="00CC4179">
      <w:pPr>
        <w:pStyle w:val="c1"/>
        <w:rPr>
          <w:i/>
          <w:sz w:val="28"/>
          <w:szCs w:val="28"/>
        </w:rPr>
      </w:pPr>
      <w:r w:rsidRPr="00F512C6">
        <w:rPr>
          <w:b/>
          <w:sz w:val="28"/>
          <w:szCs w:val="28"/>
        </w:rPr>
        <w:t xml:space="preserve">Задание 6 </w:t>
      </w:r>
      <w:r w:rsidRPr="00F512C6">
        <w:rPr>
          <w:i/>
          <w:sz w:val="28"/>
          <w:szCs w:val="28"/>
        </w:rPr>
        <w:t>(5 баллов)</w:t>
      </w:r>
    </w:p>
    <w:p w:rsidR="00545840" w:rsidRDefault="00545840" w:rsidP="00F512C6">
      <w:pPr>
        <w:pStyle w:val="c1"/>
        <w:spacing w:line="360" w:lineRule="auto"/>
        <w:jc w:val="both"/>
        <w:rPr>
          <w:sz w:val="28"/>
          <w:szCs w:val="28"/>
        </w:rPr>
      </w:pPr>
      <w:r w:rsidRPr="00F512C6">
        <w:rPr>
          <w:sz w:val="28"/>
          <w:szCs w:val="28"/>
        </w:rPr>
        <w:t>В старину заготовка осиновых чурок для изготовления ложек и прочих мелких деревянных изделий считалось простым занятием, почти что бездельем. Так и появился в русском языке фразеологизм. Вспомните, какой. Подберите и запишите 2 синонимичных фразеологизма.</w:t>
      </w:r>
    </w:p>
    <w:p w:rsidR="00545840" w:rsidRDefault="00545840" w:rsidP="00F512C6">
      <w:pPr>
        <w:pStyle w:val="c1"/>
        <w:spacing w:line="360" w:lineRule="auto"/>
        <w:jc w:val="both"/>
        <w:rPr>
          <w:i/>
          <w:sz w:val="28"/>
          <w:szCs w:val="28"/>
        </w:rPr>
      </w:pPr>
      <w:r w:rsidRPr="00F512C6">
        <w:rPr>
          <w:b/>
          <w:sz w:val="28"/>
          <w:szCs w:val="28"/>
        </w:rPr>
        <w:t>Задание 7</w:t>
      </w:r>
      <w:r w:rsidRPr="00F512C6">
        <w:rPr>
          <w:sz w:val="28"/>
          <w:szCs w:val="28"/>
        </w:rPr>
        <w:t xml:space="preserve"> </w:t>
      </w:r>
      <w:r w:rsidRPr="00F512C6">
        <w:rPr>
          <w:i/>
          <w:sz w:val="28"/>
          <w:szCs w:val="28"/>
        </w:rPr>
        <w:t>(3 балла)</w:t>
      </w:r>
    </w:p>
    <w:p w:rsidR="00545840" w:rsidRDefault="00545840" w:rsidP="00F512C6">
      <w:pPr>
        <w:pStyle w:val="c1"/>
        <w:spacing w:line="360" w:lineRule="auto"/>
        <w:jc w:val="both"/>
        <w:rPr>
          <w:sz w:val="28"/>
          <w:szCs w:val="28"/>
        </w:rPr>
      </w:pPr>
      <w:r w:rsidRPr="00F512C6">
        <w:rPr>
          <w:sz w:val="28"/>
          <w:szCs w:val="28"/>
        </w:rPr>
        <w:t>У какого слова (слов) нет окончания? Обоснуйте ваш ответ.</w:t>
      </w:r>
    </w:p>
    <w:p w:rsidR="00545840" w:rsidRDefault="00545840" w:rsidP="00F512C6">
      <w:pPr>
        <w:pStyle w:val="c1"/>
        <w:spacing w:line="360" w:lineRule="auto"/>
        <w:jc w:val="both"/>
        <w:rPr>
          <w:sz w:val="28"/>
          <w:szCs w:val="28"/>
        </w:rPr>
      </w:pPr>
      <w:r w:rsidRPr="00F512C6">
        <w:rPr>
          <w:sz w:val="28"/>
          <w:szCs w:val="28"/>
        </w:rPr>
        <w:t>Везучий, заячий, залежь, кенгуру, горяч, анализируя, сломан, ввиду.</w:t>
      </w:r>
    </w:p>
    <w:p w:rsidR="00545840" w:rsidRPr="001030A5" w:rsidRDefault="00545840" w:rsidP="001030A5">
      <w:pPr>
        <w:pStyle w:val="NormalWeb"/>
        <w:rPr>
          <w:b/>
          <w:sz w:val="28"/>
          <w:szCs w:val="28"/>
        </w:rPr>
      </w:pPr>
      <w:r w:rsidRPr="001030A5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8</w:t>
      </w:r>
      <w:r w:rsidRPr="001030A5">
        <w:rPr>
          <w:b/>
          <w:sz w:val="28"/>
          <w:szCs w:val="28"/>
        </w:rPr>
        <w:t xml:space="preserve"> </w:t>
      </w:r>
      <w:r w:rsidRPr="001030A5">
        <w:rPr>
          <w:i/>
          <w:sz w:val="28"/>
          <w:szCs w:val="28"/>
        </w:rPr>
        <w:t>(2балла)</w:t>
      </w:r>
    </w:p>
    <w:p w:rsidR="00545840" w:rsidRPr="001030A5" w:rsidRDefault="00545840" w:rsidP="001030A5">
      <w:pPr>
        <w:pStyle w:val="NormalWeb"/>
        <w:jc w:val="both"/>
        <w:rPr>
          <w:sz w:val="28"/>
          <w:szCs w:val="28"/>
        </w:rPr>
      </w:pPr>
      <w:r w:rsidRPr="001030A5">
        <w:rPr>
          <w:sz w:val="28"/>
          <w:szCs w:val="28"/>
        </w:rPr>
        <w:t>Укажите предлож</w:t>
      </w:r>
      <w:r>
        <w:rPr>
          <w:sz w:val="28"/>
          <w:szCs w:val="28"/>
        </w:rPr>
        <w:t>ение с грамматической ошибкой (</w:t>
      </w:r>
      <w:r w:rsidRPr="001030A5">
        <w:rPr>
          <w:sz w:val="28"/>
          <w:szCs w:val="28"/>
        </w:rPr>
        <w:t>с нарушением синтаксической нормы). Объясните.</w:t>
      </w:r>
    </w:p>
    <w:p w:rsidR="00545840" w:rsidRPr="001030A5" w:rsidRDefault="00545840" w:rsidP="001030A5">
      <w:pPr>
        <w:pStyle w:val="NormalWeb"/>
        <w:jc w:val="both"/>
        <w:rPr>
          <w:sz w:val="28"/>
          <w:szCs w:val="28"/>
        </w:rPr>
      </w:pPr>
      <w:r w:rsidRPr="001030A5">
        <w:rPr>
          <w:sz w:val="28"/>
          <w:szCs w:val="28"/>
        </w:rPr>
        <w:t>1.Одним из известнейших драматургов, показавших в своих пьесах мир купеческой Москвы, был Александр Николаевич Островский.</w:t>
      </w:r>
    </w:p>
    <w:p w:rsidR="00545840" w:rsidRPr="001030A5" w:rsidRDefault="00545840" w:rsidP="001030A5">
      <w:pPr>
        <w:pStyle w:val="NormalWeb"/>
        <w:jc w:val="both"/>
        <w:rPr>
          <w:sz w:val="28"/>
          <w:szCs w:val="28"/>
        </w:rPr>
      </w:pPr>
      <w:r w:rsidRPr="001030A5">
        <w:rPr>
          <w:sz w:val="28"/>
          <w:szCs w:val="28"/>
        </w:rPr>
        <w:t>2.Все, кто интересовался историей русской литературы, знакомы с творчеством русских беллетристов девятнадцатого века.</w:t>
      </w:r>
    </w:p>
    <w:p w:rsidR="00545840" w:rsidRPr="001030A5" w:rsidRDefault="00545840" w:rsidP="001030A5">
      <w:pPr>
        <w:pStyle w:val="NormalWeb"/>
        <w:jc w:val="both"/>
        <w:rPr>
          <w:sz w:val="28"/>
          <w:szCs w:val="28"/>
        </w:rPr>
      </w:pPr>
      <w:r w:rsidRPr="001030A5">
        <w:rPr>
          <w:sz w:val="28"/>
          <w:szCs w:val="28"/>
        </w:rPr>
        <w:t>3.Между стволами сосен в лесу кое-где пробивался косой луч заката.</w:t>
      </w:r>
    </w:p>
    <w:p w:rsidR="00545840" w:rsidRDefault="00545840" w:rsidP="001030A5">
      <w:pPr>
        <w:pStyle w:val="NormalWeb"/>
        <w:jc w:val="both"/>
        <w:rPr>
          <w:sz w:val="28"/>
          <w:szCs w:val="28"/>
        </w:rPr>
      </w:pPr>
      <w:r w:rsidRPr="001030A5">
        <w:rPr>
          <w:sz w:val="28"/>
          <w:szCs w:val="28"/>
        </w:rPr>
        <w:t>4.Среди научных трудов Ф.И.Буслаева прежде всего следует упомянуть его книгу «Историческую грамматику русского языка».</w:t>
      </w:r>
    </w:p>
    <w:p w:rsidR="00545840" w:rsidRDefault="00545840" w:rsidP="001030A5">
      <w:pPr>
        <w:pStyle w:val="NormalWeb"/>
        <w:jc w:val="both"/>
        <w:rPr>
          <w:b/>
          <w:sz w:val="28"/>
          <w:szCs w:val="28"/>
        </w:rPr>
      </w:pPr>
      <w:r w:rsidRPr="001030A5">
        <w:rPr>
          <w:b/>
          <w:sz w:val="28"/>
          <w:szCs w:val="28"/>
        </w:rPr>
        <w:t xml:space="preserve">Задание 9 </w:t>
      </w:r>
      <w:r>
        <w:t xml:space="preserve"> </w:t>
      </w:r>
      <w:r w:rsidRPr="001030A5">
        <w:rPr>
          <w:i/>
          <w:sz w:val="28"/>
          <w:szCs w:val="28"/>
        </w:rPr>
        <w:t>(4балла)</w:t>
      </w:r>
    </w:p>
    <w:p w:rsidR="00545840" w:rsidRPr="001030A5" w:rsidRDefault="00545840" w:rsidP="001030A5">
      <w:pPr>
        <w:pStyle w:val="NormalWeb"/>
        <w:jc w:val="both"/>
        <w:rPr>
          <w:b/>
          <w:sz w:val="28"/>
          <w:szCs w:val="28"/>
        </w:rPr>
      </w:pPr>
      <w:r w:rsidRPr="001030A5">
        <w:rPr>
          <w:sz w:val="28"/>
          <w:szCs w:val="28"/>
        </w:rPr>
        <w:t>Определите, какими членами предложения являются выделенные наречия.</w:t>
      </w:r>
    </w:p>
    <w:p w:rsidR="00545840" w:rsidRPr="001030A5" w:rsidRDefault="00545840" w:rsidP="001030A5">
      <w:pPr>
        <w:pStyle w:val="NormalWeb"/>
        <w:rPr>
          <w:sz w:val="28"/>
          <w:szCs w:val="28"/>
        </w:rPr>
      </w:pPr>
      <w:r w:rsidRPr="001030A5">
        <w:rPr>
          <w:sz w:val="28"/>
          <w:szCs w:val="28"/>
        </w:rPr>
        <w:t xml:space="preserve">1.На завтрак были поданы яйца </w:t>
      </w:r>
      <w:r w:rsidRPr="001030A5">
        <w:rPr>
          <w:b/>
          <w:bCs/>
          <w:sz w:val="28"/>
          <w:szCs w:val="28"/>
        </w:rPr>
        <w:t>вкрутую</w:t>
      </w:r>
      <w:r w:rsidRPr="001030A5">
        <w:rPr>
          <w:sz w:val="28"/>
          <w:szCs w:val="28"/>
        </w:rPr>
        <w:t>.</w:t>
      </w:r>
    </w:p>
    <w:p w:rsidR="00545840" w:rsidRPr="001030A5" w:rsidRDefault="00545840" w:rsidP="001030A5">
      <w:pPr>
        <w:pStyle w:val="NormalWeb"/>
        <w:rPr>
          <w:sz w:val="28"/>
          <w:szCs w:val="28"/>
        </w:rPr>
      </w:pPr>
      <w:r w:rsidRPr="001030A5">
        <w:rPr>
          <w:sz w:val="28"/>
          <w:szCs w:val="28"/>
        </w:rPr>
        <w:t xml:space="preserve">2.По мосту пришлось ехать </w:t>
      </w:r>
      <w:r w:rsidRPr="001030A5">
        <w:rPr>
          <w:b/>
          <w:bCs/>
          <w:sz w:val="28"/>
          <w:szCs w:val="28"/>
        </w:rPr>
        <w:t>шагом</w:t>
      </w:r>
      <w:r w:rsidRPr="001030A5">
        <w:rPr>
          <w:sz w:val="28"/>
          <w:szCs w:val="28"/>
        </w:rPr>
        <w:t>.</w:t>
      </w:r>
    </w:p>
    <w:p w:rsidR="00545840" w:rsidRPr="001030A5" w:rsidRDefault="00545840" w:rsidP="001030A5">
      <w:pPr>
        <w:pStyle w:val="NormalWeb"/>
        <w:rPr>
          <w:sz w:val="28"/>
          <w:szCs w:val="28"/>
        </w:rPr>
      </w:pPr>
      <w:r w:rsidRPr="001030A5">
        <w:rPr>
          <w:sz w:val="28"/>
          <w:szCs w:val="28"/>
        </w:rPr>
        <w:t xml:space="preserve">3.Туфли пришлись </w:t>
      </w:r>
      <w:r w:rsidRPr="001030A5">
        <w:rPr>
          <w:b/>
          <w:bCs/>
          <w:sz w:val="28"/>
          <w:szCs w:val="28"/>
        </w:rPr>
        <w:t>впору</w:t>
      </w:r>
      <w:r w:rsidRPr="001030A5">
        <w:rPr>
          <w:sz w:val="28"/>
          <w:szCs w:val="28"/>
        </w:rPr>
        <w:t>.</w:t>
      </w:r>
    </w:p>
    <w:p w:rsidR="00545840" w:rsidRPr="001030A5" w:rsidRDefault="00545840" w:rsidP="001030A5">
      <w:pPr>
        <w:pStyle w:val="NormalWeb"/>
        <w:rPr>
          <w:sz w:val="28"/>
          <w:szCs w:val="28"/>
        </w:rPr>
      </w:pPr>
      <w:r w:rsidRPr="001030A5">
        <w:rPr>
          <w:sz w:val="28"/>
          <w:szCs w:val="28"/>
        </w:rPr>
        <w:t xml:space="preserve">4. У Марфы все дочери уже </w:t>
      </w:r>
      <w:r w:rsidRPr="001030A5">
        <w:rPr>
          <w:b/>
          <w:bCs/>
          <w:sz w:val="28"/>
          <w:szCs w:val="28"/>
        </w:rPr>
        <w:t>замужем</w:t>
      </w:r>
      <w:r w:rsidRPr="001030A5">
        <w:rPr>
          <w:sz w:val="28"/>
          <w:szCs w:val="28"/>
        </w:rPr>
        <w:t>.</w:t>
      </w:r>
    </w:p>
    <w:p w:rsidR="00545840" w:rsidRPr="001030A5" w:rsidRDefault="00545840" w:rsidP="001030A5">
      <w:pPr>
        <w:pStyle w:val="NormalWeb"/>
        <w:rPr>
          <w:sz w:val="28"/>
          <w:szCs w:val="28"/>
        </w:rPr>
      </w:pPr>
      <w:r w:rsidRPr="001030A5">
        <w:rPr>
          <w:sz w:val="28"/>
          <w:szCs w:val="28"/>
        </w:rPr>
        <w:t xml:space="preserve">5.Дом </w:t>
      </w:r>
      <w:r w:rsidRPr="001030A5">
        <w:rPr>
          <w:b/>
          <w:bCs/>
          <w:sz w:val="28"/>
          <w:szCs w:val="28"/>
        </w:rPr>
        <w:t>слева</w:t>
      </w:r>
      <w:r w:rsidRPr="001030A5">
        <w:rPr>
          <w:sz w:val="28"/>
          <w:szCs w:val="28"/>
        </w:rPr>
        <w:t xml:space="preserve"> оказался музеем.</w:t>
      </w:r>
    </w:p>
    <w:p w:rsidR="00545840" w:rsidRPr="001030A5" w:rsidRDefault="00545840" w:rsidP="001030A5">
      <w:pPr>
        <w:pStyle w:val="NormalWeb"/>
        <w:rPr>
          <w:sz w:val="28"/>
          <w:szCs w:val="28"/>
        </w:rPr>
      </w:pPr>
      <w:r w:rsidRPr="001030A5">
        <w:rPr>
          <w:sz w:val="28"/>
          <w:szCs w:val="28"/>
        </w:rPr>
        <w:t xml:space="preserve">6.Она попросила посетителя быть </w:t>
      </w:r>
      <w:r w:rsidRPr="001030A5">
        <w:rPr>
          <w:b/>
          <w:bCs/>
          <w:sz w:val="28"/>
          <w:szCs w:val="28"/>
        </w:rPr>
        <w:t>вежливым</w:t>
      </w:r>
      <w:r w:rsidRPr="001030A5">
        <w:rPr>
          <w:sz w:val="28"/>
          <w:szCs w:val="28"/>
        </w:rPr>
        <w:t xml:space="preserve"> к продавцам.</w:t>
      </w:r>
    </w:p>
    <w:p w:rsidR="00545840" w:rsidRPr="001030A5" w:rsidRDefault="00545840" w:rsidP="001030A5">
      <w:pPr>
        <w:pStyle w:val="NormalWeb"/>
        <w:rPr>
          <w:sz w:val="28"/>
          <w:szCs w:val="28"/>
        </w:rPr>
      </w:pPr>
      <w:r w:rsidRPr="001030A5">
        <w:rPr>
          <w:sz w:val="28"/>
          <w:szCs w:val="28"/>
        </w:rPr>
        <w:t>7.</w:t>
      </w:r>
      <w:r w:rsidRPr="001030A5">
        <w:rPr>
          <w:b/>
          <w:bCs/>
          <w:sz w:val="28"/>
          <w:szCs w:val="28"/>
        </w:rPr>
        <w:t>Сверху и снизу</w:t>
      </w:r>
      <w:r w:rsidRPr="001030A5">
        <w:rPr>
          <w:sz w:val="28"/>
          <w:szCs w:val="28"/>
        </w:rPr>
        <w:t xml:space="preserve"> бежала вода.</w:t>
      </w:r>
    </w:p>
    <w:p w:rsidR="00545840" w:rsidRDefault="00545840" w:rsidP="001030A5">
      <w:pPr>
        <w:pStyle w:val="NormalWeb"/>
        <w:rPr>
          <w:b/>
          <w:bCs/>
          <w:sz w:val="28"/>
          <w:szCs w:val="28"/>
        </w:rPr>
      </w:pPr>
      <w:r w:rsidRPr="001030A5">
        <w:rPr>
          <w:sz w:val="28"/>
          <w:szCs w:val="28"/>
        </w:rPr>
        <w:t xml:space="preserve">8.Его приезд весьма </w:t>
      </w:r>
      <w:r w:rsidRPr="001030A5">
        <w:rPr>
          <w:b/>
          <w:bCs/>
          <w:sz w:val="28"/>
          <w:szCs w:val="28"/>
        </w:rPr>
        <w:t>некстати.</w:t>
      </w:r>
    </w:p>
    <w:p w:rsidR="00545840" w:rsidRDefault="00545840" w:rsidP="001030A5">
      <w:pPr>
        <w:pStyle w:val="NormalWeb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10 </w:t>
      </w:r>
      <w:r w:rsidRPr="00EF5684">
        <w:rPr>
          <w:bCs/>
          <w:i/>
          <w:sz w:val="28"/>
          <w:szCs w:val="28"/>
        </w:rPr>
        <w:t>(10 баллов)</w:t>
      </w:r>
    </w:p>
    <w:p w:rsidR="00545840" w:rsidRPr="00EF5684" w:rsidRDefault="00545840" w:rsidP="00EF5684">
      <w:pPr>
        <w:pStyle w:val="NormalWeb"/>
        <w:jc w:val="both"/>
        <w:rPr>
          <w:sz w:val="28"/>
          <w:szCs w:val="28"/>
        </w:rPr>
      </w:pPr>
      <w:r w:rsidRPr="00EF5684">
        <w:rPr>
          <w:sz w:val="28"/>
          <w:szCs w:val="28"/>
        </w:rPr>
        <w:t>Озаглавьте текст. Усложните предложения, вставьте пропущенные буквы и знаки препинания, раскройте скобки. Завершите описание деревенского утра.</w:t>
      </w:r>
    </w:p>
    <w:p w:rsidR="00545840" w:rsidRDefault="00545840" w:rsidP="00EF5684">
      <w:pPr>
        <w:pStyle w:val="NormalWeb"/>
        <w:jc w:val="both"/>
        <w:rPr>
          <w:sz w:val="28"/>
          <w:szCs w:val="28"/>
        </w:rPr>
      </w:pPr>
      <w:r w:rsidRPr="00EF5684">
        <w:rPr>
          <w:sz w:val="28"/>
          <w:szCs w:val="28"/>
        </w:rPr>
        <w:t>Пели вторые п…тухи. С неба в пр.тихш.. озеро Кочки кап...ли тёплые звёзды. В …соке со(н,нн)о крякали утки. В хл...вах чу…твуя пр...бл...жение утра мычали коровы. В мутном побл…дневш...м воздухе (не,ни)слышно н...сились л…туч.. мыши. Наквак…вшись (в)доволь крепким сном спали л...гушки.</w:t>
      </w: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Всего за работу: 57 баллов</w:t>
      </w: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p w:rsidR="00545840" w:rsidRDefault="00545840" w:rsidP="00EF5684">
      <w:pPr>
        <w:pStyle w:val="NormalWeb"/>
        <w:jc w:val="both"/>
        <w:rPr>
          <w:b/>
          <w:sz w:val="28"/>
          <w:szCs w:val="28"/>
        </w:rPr>
      </w:pPr>
    </w:p>
    <w:sectPr w:rsidR="00545840" w:rsidSect="004E6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E22"/>
    <w:rsid w:val="00036BA3"/>
    <w:rsid w:val="000E238B"/>
    <w:rsid w:val="001030A5"/>
    <w:rsid w:val="004E600A"/>
    <w:rsid w:val="00545840"/>
    <w:rsid w:val="00590A67"/>
    <w:rsid w:val="00732E22"/>
    <w:rsid w:val="00771C37"/>
    <w:rsid w:val="00862517"/>
    <w:rsid w:val="00B769BC"/>
    <w:rsid w:val="00CC4179"/>
    <w:rsid w:val="00E04A98"/>
    <w:rsid w:val="00E3521E"/>
    <w:rsid w:val="00EF5684"/>
    <w:rsid w:val="00F51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32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Normal"/>
    <w:uiPriority w:val="99"/>
    <w:rsid w:val="00862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  <w:rsid w:val="0086251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71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3</Pages>
  <Words>451</Words>
  <Characters>2573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Валентиновна Медведева</cp:lastModifiedBy>
  <cp:revision>5</cp:revision>
  <dcterms:created xsi:type="dcterms:W3CDTF">2020-09-02T19:01:00Z</dcterms:created>
  <dcterms:modified xsi:type="dcterms:W3CDTF">2020-09-07T06:10:00Z</dcterms:modified>
</cp:coreProperties>
</file>